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69BCB" w14:textId="4A1B85B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B6276" w:rsidRPr="00AB6276">
        <w:rPr>
          <w:rFonts w:ascii="Corbel" w:hAnsi="Corbel"/>
          <w:bCs/>
          <w:i/>
        </w:rPr>
        <w:t xml:space="preserve"> </w:t>
      </w:r>
      <w:r w:rsidR="00AB6276" w:rsidRPr="00AB6276">
        <w:rPr>
          <w:rFonts w:ascii="Corbel" w:hAnsi="Corbel" w:cs="Arial"/>
        </w:rPr>
        <w:t>7/2023</w:t>
      </w:r>
    </w:p>
    <w:p w14:paraId="0DF395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4BD6E7B" w14:textId="1013BEE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4604B" w:rsidRPr="00B4604B">
        <w:rPr>
          <w:rFonts w:ascii="Corbel" w:hAnsi="Corbel"/>
          <w:b/>
          <w:smallCaps/>
          <w:sz w:val="24"/>
          <w:szCs w:val="24"/>
        </w:rPr>
        <w:t>202</w:t>
      </w:r>
      <w:r w:rsidR="00AB6276">
        <w:rPr>
          <w:rFonts w:ascii="Corbel" w:hAnsi="Corbel"/>
          <w:b/>
          <w:smallCaps/>
          <w:sz w:val="24"/>
          <w:szCs w:val="24"/>
        </w:rPr>
        <w:t>3</w:t>
      </w:r>
      <w:r w:rsidR="00B4604B" w:rsidRPr="00B4604B">
        <w:rPr>
          <w:rFonts w:ascii="Corbel" w:hAnsi="Corbel"/>
          <w:b/>
          <w:smallCaps/>
          <w:sz w:val="24"/>
          <w:szCs w:val="24"/>
        </w:rPr>
        <w:t>-202</w:t>
      </w:r>
      <w:r w:rsidR="00AB6276">
        <w:rPr>
          <w:rFonts w:ascii="Corbel" w:hAnsi="Corbel"/>
          <w:b/>
          <w:smallCaps/>
          <w:sz w:val="24"/>
          <w:szCs w:val="24"/>
        </w:rPr>
        <w:t>5</w:t>
      </w:r>
    </w:p>
    <w:p w14:paraId="0244553B" w14:textId="5F79C64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4604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286652B" w14:textId="1C7FD3A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4604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B4604B">
        <w:rPr>
          <w:rFonts w:ascii="Corbel" w:hAnsi="Corbel"/>
          <w:sz w:val="20"/>
          <w:szCs w:val="20"/>
        </w:rPr>
        <w:t xml:space="preserve"> </w:t>
      </w:r>
      <w:r w:rsidR="00B4604B" w:rsidRPr="00B4604B">
        <w:rPr>
          <w:rFonts w:ascii="Corbel" w:hAnsi="Corbel"/>
          <w:sz w:val="20"/>
          <w:szCs w:val="20"/>
        </w:rPr>
        <w:t>202</w:t>
      </w:r>
      <w:r w:rsidR="00AB6276">
        <w:rPr>
          <w:rFonts w:ascii="Corbel" w:hAnsi="Corbel"/>
          <w:sz w:val="20"/>
          <w:szCs w:val="20"/>
        </w:rPr>
        <w:t>4</w:t>
      </w:r>
      <w:r w:rsidR="00B4604B" w:rsidRPr="00B4604B">
        <w:rPr>
          <w:rFonts w:ascii="Corbel" w:hAnsi="Corbel"/>
          <w:sz w:val="20"/>
          <w:szCs w:val="20"/>
        </w:rPr>
        <w:t>/202</w:t>
      </w:r>
      <w:r w:rsidR="00AB6276">
        <w:rPr>
          <w:rFonts w:ascii="Corbel" w:hAnsi="Corbel"/>
          <w:sz w:val="20"/>
          <w:szCs w:val="20"/>
        </w:rPr>
        <w:t>5</w:t>
      </w:r>
    </w:p>
    <w:p w14:paraId="48E3E6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202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FBA062" w14:textId="77777777" w:rsidTr="00B819C8">
        <w:tc>
          <w:tcPr>
            <w:tcW w:w="2694" w:type="dxa"/>
            <w:vAlign w:val="center"/>
          </w:tcPr>
          <w:p w14:paraId="6EC4A5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026C26" w14:textId="67797194" w:rsidR="0085747A" w:rsidRPr="00014380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014380">
              <w:rPr>
                <w:rFonts w:ascii="Corbel" w:hAnsi="Corbel"/>
                <w:bCs/>
                <w:sz w:val="24"/>
                <w:szCs w:val="24"/>
              </w:rPr>
              <w:t xml:space="preserve">System wsparcia dla osób niepełnosprawnych </w:t>
            </w:r>
          </w:p>
        </w:tc>
      </w:tr>
      <w:tr w:rsidR="0085747A" w:rsidRPr="009C54AE" w14:paraId="43DBDF93" w14:textId="77777777" w:rsidTr="00B819C8">
        <w:tc>
          <w:tcPr>
            <w:tcW w:w="2694" w:type="dxa"/>
            <w:vAlign w:val="center"/>
          </w:tcPr>
          <w:p w14:paraId="1C449A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35FB8" w14:textId="105B2736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952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9095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E90952">
              <w:rPr>
                <w:rFonts w:ascii="Corbel" w:hAnsi="Corbel"/>
                <w:b w:val="0"/>
                <w:sz w:val="24"/>
                <w:szCs w:val="24"/>
              </w:rPr>
              <w:t>[4]F_01</w:t>
            </w:r>
          </w:p>
        </w:tc>
      </w:tr>
      <w:tr w:rsidR="0085747A" w:rsidRPr="009C54AE" w14:paraId="78DF466C" w14:textId="77777777" w:rsidTr="00B819C8">
        <w:tc>
          <w:tcPr>
            <w:tcW w:w="2694" w:type="dxa"/>
            <w:vAlign w:val="center"/>
          </w:tcPr>
          <w:p w14:paraId="651CDA0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E601C9" w14:textId="47B5786A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893F21" w14:textId="77777777" w:rsidTr="00B819C8">
        <w:tc>
          <w:tcPr>
            <w:tcW w:w="2694" w:type="dxa"/>
            <w:vAlign w:val="center"/>
          </w:tcPr>
          <w:p w14:paraId="289D85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0D2D22" w14:textId="27A20811" w:rsidR="0085747A" w:rsidRPr="009C54AE" w:rsidRDefault="00014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38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4FFE8AE9" w14:textId="77777777" w:rsidTr="00B819C8">
        <w:tc>
          <w:tcPr>
            <w:tcW w:w="2694" w:type="dxa"/>
            <w:vAlign w:val="center"/>
          </w:tcPr>
          <w:p w14:paraId="1E479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6A2AF3" w14:textId="45D1AF62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85747A" w:rsidRPr="009C54AE" w14:paraId="04BB573E" w14:textId="77777777" w:rsidTr="00B819C8">
        <w:tc>
          <w:tcPr>
            <w:tcW w:w="2694" w:type="dxa"/>
            <w:vAlign w:val="center"/>
          </w:tcPr>
          <w:p w14:paraId="7323F64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AC796E" w14:textId="7DED4AEE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26B8DB44" w14:textId="77777777" w:rsidTr="00B819C8">
        <w:tc>
          <w:tcPr>
            <w:tcW w:w="2694" w:type="dxa"/>
            <w:vAlign w:val="center"/>
          </w:tcPr>
          <w:p w14:paraId="220E9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B74AAF" w14:textId="369A7215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6D97FE7" w14:textId="77777777" w:rsidTr="00B819C8">
        <w:tc>
          <w:tcPr>
            <w:tcW w:w="2694" w:type="dxa"/>
            <w:vAlign w:val="center"/>
          </w:tcPr>
          <w:p w14:paraId="1CC082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0542343" w14:textId="0EDF29EC" w:rsidR="0085747A" w:rsidRPr="009C54AE" w:rsidRDefault="00E909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B0F4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81129C4" w14:textId="77777777" w:rsidTr="00B819C8">
        <w:tc>
          <w:tcPr>
            <w:tcW w:w="2694" w:type="dxa"/>
            <w:vAlign w:val="center"/>
          </w:tcPr>
          <w:p w14:paraId="710CB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73C9CB" w14:textId="036E30CB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0F46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7B0F46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3DD9A7CB" w14:textId="77777777" w:rsidTr="00B819C8">
        <w:tc>
          <w:tcPr>
            <w:tcW w:w="2694" w:type="dxa"/>
            <w:vAlign w:val="center"/>
          </w:tcPr>
          <w:p w14:paraId="757C26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E9AE8A" w14:textId="5BBF2113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7D6BD73" w14:textId="77777777" w:rsidTr="00B819C8">
        <w:tc>
          <w:tcPr>
            <w:tcW w:w="2694" w:type="dxa"/>
            <w:vAlign w:val="center"/>
          </w:tcPr>
          <w:p w14:paraId="6206F16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681ABE" w14:textId="705BDCE2" w:rsidR="00923D7D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71C6F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polski </w:t>
            </w:r>
          </w:p>
        </w:tc>
      </w:tr>
      <w:tr w:rsidR="0085747A" w:rsidRPr="009C54AE" w14:paraId="6ECFB7D7" w14:textId="77777777" w:rsidTr="00B819C8">
        <w:tc>
          <w:tcPr>
            <w:tcW w:w="2694" w:type="dxa"/>
            <w:vAlign w:val="center"/>
          </w:tcPr>
          <w:p w14:paraId="242E90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745438" w14:textId="521491D5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="0085747A" w:rsidRPr="009C54AE" w14:paraId="498A8289" w14:textId="77777777" w:rsidTr="00B819C8">
        <w:tc>
          <w:tcPr>
            <w:tcW w:w="2694" w:type="dxa"/>
            <w:vAlign w:val="center"/>
          </w:tcPr>
          <w:p w14:paraId="31CCA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6CA1DE" w14:textId="078C4D2F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61BEA72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91E998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F464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8BA773" w14:textId="77777777" w:rsidTr="00B460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ABE1" w14:textId="77777777" w:rsidR="00015B8F" w:rsidRDefault="00015B8F" w:rsidP="00B460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A4D405" w14:textId="77777777" w:rsidR="00015B8F" w:rsidRPr="009C54AE" w:rsidRDefault="002B5EA0" w:rsidP="00B460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9244" w14:textId="77777777" w:rsidR="00015B8F" w:rsidRPr="009C54AE" w:rsidRDefault="00015B8F" w:rsidP="00B460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1B5D" w14:textId="77777777" w:rsidR="00015B8F" w:rsidRPr="009C54AE" w:rsidRDefault="00015B8F" w:rsidP="00B460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7E66" w14:textId="77777777" w:rsidR="00015B8F" w:rsidRPr="009C54AE" w:rsidRDefault="00015B8F" w:rsidP="00B460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F110" w14:textId="77777777" w:rsidR="00015B8F" w:rsidRPr="009C54AE" w:rsidRDefault="00015B8F" w:rsidP="00B460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BCC4" w14:textId="77777777" w:rsidR="00015B8F" w:rsidRPr="009C54AE" w:rsidRDefault="00015B8F" w:rsidP="00B460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8FC3" w14:textId="77777777" w:rsidR="00015B8F" w:rsidRPr="009C54AE" w:rsidRDefault="00015B8F" w:rsidP="00B460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D62C" w14:textId="77777777" w:rsidR="00015B8F" w:rsidRPr="009C54AE" w:rsidRDefault="00015B8F" w:rsidP="00B460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47E1" w14:textId="77777777" w:rsidR="00015B8F" w:rsidRPr="009C54AE" w:rsidRDefault="00015B8F" w:rsidP="00B460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39D0" w14:textId="77777777" w:rsidR="00015B8F" w:rsidRPr="009C54AE" w:rsidRDefault="00015B8F" w:rsidP="00B460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50E2FE6" w14:textId="77777777" w:rsidTr="00B460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93CF" w14:textId="06DB8B5B" w:rsidR="00015B8F" w:rsidRPr="009C54AE" w:rsidRDefault="007B0F46" w:rsidP="00B460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4C69" w14:textId="2C79B275" w:rsidR="00015B8F" w:rsidRPr="009C54AE" w:rsidRDefault="00771C6F" w:rsidP="00B460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1450" w14:textId="53BFF6B0" w:rsidR="00015B8F" w:rsidRPr="009C54AE" w:rsidRDefault="00771C6F" w:rsidP="00B460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156F" w14:textId="2EEC1BEF" w:rsidR="00015B8F" w:rsidRPr="009C54AE" w:rsidRDefault="00E90952" w:rsidP="00B460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0B09" w14:textId="0667A305" w:rsidR="00015B8F" w:rsidRPr="009C54AE" w:rsidRDefault="00771C6F" w:rsidP="00B460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053A" w14:textId="50E5AB91" w:rsidR="00015B8F" w:rsidRPr="009C54AE" w:rsidRDefault="00771C6F" w:rsidP="00B460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5B4F" w14:textId="15F3AEB9" w:rsidR="00015B8F" w:rsidRPr="009C54AE" w:rsidRDefault="00771C6F" w:rsidP="00B460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CC5A" w14:textId="4082A8E7" w:rsidR="00015B8F" w:rsidRPr="009C54AE" w:rsidRDefault="00771C6F" w:rsidP="00B460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6CD6" w14:textId="6F967A82" w:rsidR="00015B8F" w:rsidRPr="009C54AE" w:rsidRDefault="00771C6F" w:rsidP="00B460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4D45" w14:textId="02F4CDB3" w:rsidR="00015B8F" w:rsidRPr="009C54AE" w:rsidRDefault="007B0F46" w:rsidP="00B460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E05B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B0FC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78D218" w14:textId="03CE21DA" w:rsidR="00B4604B" w:rsidRDefault="00B4604B" w:rsidP="00771C6F">
      <w:pPr>
        <w:pStyle w:val="Punktygwne"/>
        <w:spacing w:before="0" w:after="0"/>
        <w:rPr>
          <w:rFonts w:ascii="MS Gothic" w:eastAsia="MS Gothic" w:hAnsi="MS Gothic" w:cs="MS Gothic"/>
          <w:b w:val="0"/>
          <w:szCs w:val="24"/>
        </w:rPr>
      </w:pPr>
    </w:p>
    <w:p w14:paraId="2DE0C043" w14:textId="1220979F" w:rsidR="0085747A" w:rsidRPr="009C54AE" w:rsidRDefault="00B460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7B0F46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3CA3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568B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9481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F3E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5C7091" w14:textId="07656B62" w:rsidR="00E960BB" w:rsidRDefault="007B0F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8D5400E" w14:textId="77777777" w:rsidR="00B4604B" w:rsidRDefault="00B460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71E88" w14:textId="08072E6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68D0788" w14:textId="77777777" w:rsidR="00B4604B" w:rsidRPr="009C54AE" w:rsidRDefault="00B4604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11DB86" w14:textId="77777777" w:rsidTr="00745302">
        <w:tc>
          <w:tcPr>
            <w:tcW w:w="9670" w:type="dxa"/>
          </w:tcPr>
          <w:p w14:paraId="65F715F2" w14:textId="13ADF225" w:rsidR="0085747A" w:rsidRPr="009C54AE" w:rsidRDefault="00771C6F" w:rsidP="00771C6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ma podstawową wiedzę z zakresu przedmiotów: „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Filantropia i dobroczynność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„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i jej nowe kierunki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„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Psychopatologia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„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 – geneza i rozwó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j”, „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Środowiskowe usługi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oraz „</w:t>
            </w:r>
            <w:r w:rsidRPr="00771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6F1F921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35A56D" w14:textId="6D8E9610" w:rsidR="0085747A" w:rsidRPr="00C05F44" w:rsidRDefault="00B4604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180B4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769E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B80F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90448D2" w14:textId="77777777" w:rsidTr="00190551">
        <w:tc>
          <w:tcPr>
            <w:tcW w:w="843" w:type="dxa"/>
            <w:vAlign w:val="center"/>
          </w:tcPr>
          <w:p w14:paraId="3C3D049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BE69C3B" w14:textId="422FFD67" w:rsidR="0085747A" w:rsidRPr="009C54AE" w:rsidRDefault="00190551" w:rsidP="00771C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551">
              <w:rPr>
                <w:rFonts w:ascii="Corbel" w:hAnsi="Corbel"/>
                <w:b w:val="0"/>
                <w:sz w:val="24"/>
                <w:szCs w:val="24"/>
              </w:rPr>
              <w:t xml:space="preserve">Przyswojenie 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dotyczącej celów, form i rodzajów wsparcia os</w:t>
            </w:r>
            <w:r w:rsidR="00771C6F">
              <w:rPr>
                <w:rFonts w:ascii="Corbel" w:hAnsi="Corbel"/>
                <w:b w:val="0"/>
                <w:sz w:val="24"/>
                <w:szCs w:val="24"/>
              </w:rPr>
              <w:t>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</w:t>
            </w:r>
            <w:r w:rsidR="00771C6F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niepełnosprawnością.</w:t>
            </w:r>
          </w:p>
        </w:tc>
      </w:tr>
      <w:tr w:rsidR="0085747A" w:rsidRPr="009C54AE" w14:paraId="3072369D" w14:textId="77777777" w:rsidTr="00190551">
        <w:tc>
          <w:tcPr>
            <w:tcW w:w="843" w:type="dxa"/>
            <w:vAlign w:val="center"/>
          </w:tcPr>
          <w:p w14:paraId="246A5B69" w14:textId="50206C49" w:rsidR="0085747A" w:rsidRPr="009C54AE" w:rsidRDefault="001905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F418AB0" w14:textId="1A473783" w:rsidR="0085747A" w:rsidRPr="009C54AE" w:rsidRDefault="00190551" w:rsidP="00771C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profilaktyki niepełnosprawności</w:t>
            </w:r>
            <w:r w:rsidR="00771C6F">
              <w:rPr>
                <w:rFonts w:ascii="Corbel" w:hAnsi="Corbel"/>
                <w:b w:val="0"/>
                <w:sz w:val="24"/>
                <w:szCs w:val="24"/>
              </w:rPr>
              <w:t xml:space="preserve"> psychicznej oraz fizycznej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D5D0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17A24" w14:textId="121FC30D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D586059" w14:textId="77777777" w:rsidR="00B4604B" w:rsidRPr="009C54AE" w:rsidRDefault="00B4604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A2BCE" w:rsidRPr="009C54AE" w14:paraId="7A5513DD" w14:textId="77777777" w:rsidTr="0071620A">
        <w:tc>
          <w:tcPr>
            <w:tcW w:w="1701" w:type="dxa"/>
            <w:vAlign w:val="center"/>
          </w:tcPr>
          <w:p w14:paraId="10FC22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B70B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02F1C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2BCE" w:rsidRPr="009C54AE" w14:paraId="75B77C52" w14:textId="77777777" w:rsidTr="005E6E85">
        <w:tc>
          <w:tcPr>
            <w:tcW w:w="1701" w:type="dxa"/>
          </w:tcPr>
          <w:p w14:paraId="2CE7F501" w14:textId="44C721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9AEFA9B" w14:textId="419DF7A5" w:rsidR="0085747A" w:rsidRPr="009C54AE" w:rsidRDefault="0052363C" w:rsidP="00771C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struktury i organizacji pomocy społecznej wchodzących w skład instytucji życia publicznego.</w:t>
            </w:r>
          </w:p>
        </w:tc>
        <w:tc>
          <w:tcPr>
            <w:tcW w:w="1873" w:type="dxa"/>
          </w:tcPr>
          <w:p w14:paraId="28D104F2" w14:textId="5BB28A94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A2BCE" w:rsidRPr="009C54AE" w14:paraId="5FC658BB" w14:textId="77777777" w:rsidTr="005E6E85">
        <w:tc>
          <w:tcPr>
            <w:tcW w:w="1701" w:type="dxa"/>
          </w:tcPr>
          <w:p w14:paraId="1B294F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E62DAF" w14:textId="2845610B" w:rsidR="0085747A" w:rsidRPr="009C54AE" w:rsidRDefault="008A2BCE" w:rsidP="00771C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A2BCE">
              <w:rPr>
                <w:rFonts w:ascii="Corbel" w:hAnsi="Corbel"/>
                <w:b w:val="0"/>
                <w:smallCaps w:val="0"/>
                <w:szCs w:val="24"/>
              </w:rPr>
              <w:t xml:space="preserve">Charakteryzuje instytucje i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działające na rzecz </w:t>
            </w:r>
            <w:r w:rsidR="0052363C">
              <w:rPr>
                <w:rFonts w:ascii="Corbel" w:hAnsi="Corbel"/>
                <w:b w:val="0"/>
                <w:smallCaps w:val="0"/>
                <w:szCs w:val="24"/>
              </w:rPr>
              <w:t xml:space="preserve">przeciwdziałania wykluczeniu społecznemu i  integracji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osób z niepełnosprawnością </w:t>
            </w:r>
            <w:r w:rsidRPr="008A2BCE">
              <w:rPr>
                <w:rFonts w:ascii="Corbel" w:hAnsi="Corbel"/>
                <w:b w:val="0"/>
                <w:smallCaps w:val="0"/>
                <w:szCs w:val="24"/>
              </w:rPr>
              <w:t>na poziomie krajowym i międzynarodowym.</w:t>
            </w:r>
          </w:p>
        </w:tc>
        <w:tc>
          <w:tcPr>
            <w:tcW w:w="1873" w:type="dxa"/>
          </w:tcPr>
          <w:p w14:paraId="0B734262" w14:textId="03748F54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A2BCE" w:rsidRPr="009C54AE" w14:paraId="2CC88CA0" w14:textId="77777777" w:rsidTr="005E6E85">
        <w:tc>
          <w:tcPr>
            <w:tcW w:w="1701" w:type="dxa"/>
          </w:tcPr>
          <w:p w14:paraId="5746E170" w14:textId="56A14842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54367EB" w14:textId="38AFD1EC" w:rsidR="0085747A" w:rsidRPr="009C54AE" w:rsidRDefault="0052363C" w:rsidP="00771C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Rozróżnia strukturę i zakres działania poszczególnych instytucji społecznych realizujących zadania na rzecz osób z niepełnosprawnością. </w:t>
            </w:r>
          </w:p>
        </w:tc>
        <w:tc>
          <w:tcPr>
            <w:tcW w:w="1873" w:type="dxa"/>
          </w:tcPr>
          <w:p w14:paraId="15F6813C" w14:textId="3172E46A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A2BCE" w:rsidRPr="009C54AE" w14:paraId="62FC35B5" w14:textId="77777777" w:rsidTr="005E6E85">
        <w:tc>
          <w:tcPr>
            <w:tcW w:w="1701" w:type="dxa"/>
          </w:tcPr>
          <w:p w14:paraId="5EB66668" w14:textId="4AF2CC10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B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168394ED" w14:textId="3ED363DB" w:rsidR="00BD49FF" w:rsidRPr="009C54AE" w:rsidRDefault="002E6BBB" w:rsidP="00771C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problemy osób z niepełnosprawnością i proponuje możliwości wsparcia osób. </w:t>
            </w:r>
          </w:p>
        </w:tc>
        <w:tc>
          <w:tcPr>
            <w:tcW w:w="1873" w:type="dxa"/>
          </w:tcPr>
          <w:p w14:paraId="50F50636" w14:textId="5770BF15" w:rsidR="00BD49FF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A2BCE" w:rsidRPr="009C54AE" w14:paraId="328BF846" w14:textId="77777777" w:rsidTr="005E6E85">
        <w:tc>
          <w:tcPr>
            <w:tcW w:w="1701" w:type="dxa"/>
          </w:tcPr>
          <w:p w14:paraId="00A556C5" w14:textId="4259DE55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B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61FE7A43" w14:textId="3983F827" w:rsidR="00BD49FF" w:rsidRPr="009C54AE" w:rsidRDefault="000D69E8" w:rsidP="00771C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D69E8">
              <w:rPr>
                <w:rFonts w:ascii="Corbel" w:hAnsi="Corbel"/>
                <w:b w:val="0"/>
                <w:smallCaps w:val="0"/>
                <w:szCs w:val="24"/>
              </w:rPr>
              <w:t xml:space="preserve">otrafi nawiązywać kontakty z otoczeniem społecznym oraz współpracować na rzecz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wsparcia osób z niepełnosprawnością.</w:t>
            </w:r>
          </w:p>
        </w:tc>
        <w:tc>
          <w:tcPr>
            <w:tcW w:w="1873" w:type="dxa"/>
          </w:tcPr>
          <w:p w14:paraId="7AA54D1B" w14:textId="171F8088" w:rsidR="00BD49FF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24C7A7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2D63E" w14:textId="4C3B9D2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607F68C" w14:textId="77777777" w:rsidR="00B4604B" w:rsidRPr="009C54AE" w:rsidRDefault="00B4604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861CE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3C1DB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9749B0" w14:textId="77777777" w:rsidTr="10B81D19">
        <w:tc>
          <w:tcPr>
            <w:tcW w:w="9520" w:type="dxa"/>
          </w:tcPr>
          <w:p w14:paraId="5C4D53D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8918EE6" w14:textId="77777777" w:rsidTr="10B81D19">
        <w:tc>
          <w:tcPr>
            <w:tcW w:w="9520" w:type="dxa"/>
          </w:tcPr>
          <w:p w14:paraId="4FF296D7" w14:textId="02FBCA70" w:rsidR="0085747A" w:rsidRPr="009C54AE" w:rsidRDefault="70B3D4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0B81D19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2FEB13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E284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120CB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9EDF56" w14:textId="77777777" w:rsidTr="003B228C">
        <w:tc>
          <w:tcPr>
            <w:tcW w:w="9520" w:type="dxa"/>
          </w:tcPr>
          <w:p w14:paraId="0F7E2D5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B76AB0" w14:textId="77777777" w:rsidTr="003B228C">
        <w:tc>
          <w:tcPr>
            <w:tcW w:w="9520" w:type="dxa"/>
          </w:tcPr>
          <w:p w14:paraId="47EAD9EE" w14:textId="1204F81F" w:rsidR="0085747A" w:rsidRPr="009C54AE" w:rsidRDefault="00190551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Wsparcie społeczne – rys historyczny. </w:t>
            </w:r>
          </w:p>
        </w:tc>
      </w:tr>
      <w:tr w:rsidR="0085747A" w:rsidRPr="009C54AE" w14:paraId="62FA79F7" w14:textId="77777777" w:rsidTr="003B228C">
        <w:tc>
          <w:tcPr>
            <w:tcW w:w="9520" w:type="dxa"/>
          </w:tcPr>
          <w:p w14:paraId="728492A3" w14:textId="27E126A1" w:rsidR="0085747A" w:rsidRPr="009C54AE" w:rsidRDefault="00190551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ujmowania wsparcia społecznego. Wsparcie w ujęciu strukturalnym i funkcjonalnym. </w:t>
            </w:r>
          </w:p>
        </w:tc>
      </w:tr>
      <w:tr w:rsidR="0085747A" w:rsidRPr="009C54AE" w14:paraId="4BD83F0A" w14:textId="77777777" w:rsidTr="003B228C">
        <w:tc>
          <w:tcPr>
            <w:tcW w:w="9520" w:type="dxa"/>
          </w:tcPr>
          <w:p w14:paraId="3E25D139" w14:textId="434D81F2" w:rsidR="0085747A" w:rsidRPr="009C54AE" w:rsidRDefault="00A60762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60762">
              <w:rPr>
                <w:rFonts w:ascii="Corbel" w:hAnsi="Corbel"/>
                <w:sz w:val="24"/>
                <w:szCs w:val="24"/>
              </w:rPr>
              <w:t>roblemy społeczne, jako przyczyny zagrożeń dla zdrowia i niepełnosprawności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47A0" w:rsidRPr="009C54AE" w14:paraId="25B05410" w14:textId="77777777" w:rsidTr="003B228C">
        <w:tc>
          <w:tcPr>
            <w:tcW w:w="9520" w:type="dxa"/>
          </w:tcPr>
          <w:p w14:paraId="0D342D08" w14:textId="744E3D3C" w:rsidR="00A847A0" w:rsidRPr="009C54AE" w:rsidRDefault="00A60762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60762">
              <w:rPr>
                <w:rFonts w:ascii="Corbel" w:hAnsi="Corbel"/>
                <w:sz w:val="24"/>
                <w:szCs w:val="24"/>
              </w:rPr>
              <w:t>Niepełnosprawność i jej konsekwencje (izolacja społeczna, zakłócenia w pełnieniu ról społecznych, uzależnienie od innych osób lub instytucji medycznych i pozamedycznych).</w:t>
            </w:r>
          </w:p>
        </w:tc>
      </w:tr>
      <w:tr w:rsidR="00A847A0" w:rsidRPr="009C54AE" w14:paraId="2409D4A5" w14:textId="77777777" w:rsidTr="003B228C">
        <w:tc>
          <w:tcPr>
            <w:tcW w:w="9520" w:type="dxa"/>
          </w:tcPr>
          <w:p w14:paraId="7895C094" w14:textId="3838824F" w:rsidR="00A847A0" w:rsidRPr="009C54AE" w:rsidRDefault="005232FE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 xml:space="preserve">Jakość życia ludzi </w:t>
            </w:r>
            <w:r>
              <w:rPr>
                <w:rFonts w:ascii="Corbel" w:hAnsi="Corbel"/>
                <w:sz w:val="24"/>
                <w:szCs w:val="24"/>
              </w:rPr>
              <w:t xml:space="preserve"> z niepełnosprawnością w Polsce.</w:t>
            </w:r>
            <w:r w:rsidRPr="005232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228C" w:rsidRPr="009C54AE" w14:paraId="2F9C6B3A" w14:textId="77777777" w:rsidTr="003B228C">
        <w:tc>
          <w:tcPr>
            <w:tcW w:w="9520" w:type="dxa"/>
          </w:tcPr>
          <w:p w14:paraId="4C3530C2" w14:textId="615E72FB" w:rsidR="003B228C" w:rsidRPr="005232FE" w:rsidRDefault="003B228C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228C">
              <w:rPr>
                <w:rFonts w:ascii="Corbel" w:hAnsi="Corbel"/>
                <w:sz w:val="24"/>
                <w:szCs w:val="24"/>
              </w:rPr>
              <w:t>Standardy pracy socjalnej z osobą niepełnosprawną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47A0" w:rsidRPr="009C54AE" w14:paraId="41638D6B" w14:textId="77777777" w:rsidTr="003B228C">
        <w:tc>
          <w:tcPr>
            <w:tcW w:w="9520" w:type="dxa"/>
          </w:tcPr>
          <w:p w14:paraId="282F808E" w14:textId="1A332C55" w:rsidR="00A847A0" w:rsidRPr="009C54AE" w:rsidRDefault="005232FE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lastRenderedPageBreak/>
              <w:t xml:space="preserve">Rola pracownika socjalnego, jako specjalisty wspierającego osoby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A847A0" w:rsidRPr="009C54AE" w14:paraId="2B7BE498" w14:textId="77777777" w:rsidTr="003B228C">
        <w:tc>
          <w:tcPr>
            <w:tcW w:w="9520" w:type="dxa"/>
          </w:tcPr>
          <w:p w14:paraId="491E53A6" w14:textId="1AD21B51" w:rsidR="00A847A0" w:rsidRPr="009C54AE" w:rsidRDefault="005232FE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>Instytucje, organizacje rządowe i pozarządowe, wspierające niepełnosprawnych: NFZ, PFRON, OWI, fundacje. Zasady funkcjonowania, finasowania, rodzaj udzielnej pomocy.</w:t>
            </w:r>
          </w:p>
        </w:tc>
      </w:tr>
      <w:tr w:rsidR="00A847A0" w:rsidRPr="009C54AE" w14:paraId="7392AAE4" w14:textId="77777777" w:rsidTr="003B228C">
        <w:tc>
          <w:tcPr>
            <w:tcW w:w="9520" w:type="dxa"/>
          </w:tcPr>
          <w:p w14:paraId="4AFD542A" w14:textId="7BB08554" w:rsidR="00A847A0" w:rsidRPr="009C54AE" w:rsidRDefault="00083305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83305">
              <w:rPr>
                <w:rFonts w:ascii="Corbel" w:hAnsi="Corbel"/>
                <w:sz w:val="24"/>
                <w:szCs w:val="24"/>
              </w:rPr>
              <w:t>rzedszkola, szkoły i uczelnie: powszechne, integracyjne, i specjalne, w których uczą się niepełnosprawni.</w:t>
            </w:r>
          </w:p>
        </w:tc>
      </w:tr>
      <w:tr w:rsidR="00A847A0" w:rsidRPr="009C54AE" w14:paraId="5813B407" w14:textId="77777777" w:rsidTr="003B228C">
        <w:tc>
          <w:tcPr>
            <w:tcW w:w="9520" w:type="dxa"/>
          </w:tcPr>
          <w:p w14:paraId="5CB2F2A6" w14:textId="18ECFEE2" w:rsidR="00A847A0" w:rsidRPr="009C54AE" w:rsidRDefault="00E41743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1743">
              <w:rPr>
                <w:rFonts w:ascii="Corbel" w:hAnsi="Corbel"/>
                <w:sz w:val="24"/>
                <w:szCs w:val="24"/>
              </w:rPr>
              <w:t>Kariery, miejsca pracy dla niepełnosprawnych. Ustawa o zatrudnianiu niepełnosprawnych.</w:t>
            </w:r>
          </w:p>
        </w:tc>
      </w:tr>
      <w:tr w:rsidR="00E41743" w:rsidRPr="009C54AE" w14:paraId="4694D8BF" w14:textId="77777777" w:rsidTr="003B228C">
        <w:tc>
          <w:tcPr>
            <w:tcW w:w="9520" w:type="dxa"/>
          </w:tcPr>
          <w:p w14:paraId="6F7DC253" w14:textId="6A0C2667" w:rsidR="00E41743" w:rsidRPr="00E41743" w:rsidRDefault="00E41743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1743">
              <w:rPr>
                <w:rFonts w:ascii="Corbel" w:hAnsi="Corbel"/>
                <w:sz w:val="24"/>
                <w:szCs w:val="24"/>
              </w:rPr>
              <w:t>Rodzaj finansowej pomocy dla niepełnosprawnych i ich rodzin: zasiłki, zapomogi, świadczenia pielęgnacyjne, usługi SUO, dofinasowania indywidualnych zajęć w edukacji i terapii.</w:t>
            </w:r>
          </w:p>
        </w:tc>
      </w:tr>
      <w:tr w:rsidR="00E41743" w:rsidRPr="009C54AE" w14:paraId="18078905" w14:textId="77777777" w:rsidTr="003B228C">
        <w:tc>
          <w:tcPr>
            <w:tcW w:w="9520" w:type="dxa"/>
          </w:tcPr>
          <w:p w14:paraId="574BF51F" w14:textId="021175E0" w:rsidR="00E41743" w:rsidRPr="00E41743" w:rsidRDefault="000574C9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Nauczyciel wspomagający w szkole i asystent osoby niepełnosprawnej. Zasady działania, rola i znaczenie w leczeniu i edukacji osób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3B228C" w:rsidRPr="009C54AE" w14:paraId="7D2730B7" w14:textId="77777777" w:rsidTr="003B228C">
        <w:tc>
          <w:tcPr>
            <w:tcW w:w="9520" w:type="dxa"/>
          </w:tcPr>
          <w:p w14:paraId="3943E7FA" w14:textId="6FD7FF4F" w:rsidR="003B228C" w:rsidRPr="000574C9" w:rsidRDefault="003B228C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formy terapii. Specyfika pomocy osobom z niepełnosprawnościami.</w:t>
            </w:r>
          </w:p>
        </w:tc>
      </w:tr>
      <w:tr w:rsidR="00E41743" w:rsidRPr="009C54AE" w14:paraId="156C8C48" w14:textId="77777777" w:rsidTr="003B228C">
        <w:tc>
          <w:tcPr>
            <w:tcW w:w="9520" w:type="dxa"/>
          </w:tcPr>
          <w:p w14:paraId="742047B9" w14:textId="69C269F3" w:rsidR="00E41743" w:rsidRPr="00E41743" w:rsidRDefault="000574C9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Wykorzystanie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0574C9">
              <w:rPr>
                <w:rFonts w:ascii="Corbel" w:hAnsi="Corbel"/>
                <w:sz w:val="24"/>
                <w:szCs w:val="24"/>
              </w:rPr>
              <w:t xml:space="preserve">nternetu i nowych mediów cyfrowych dla potrzeb osób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E41743" w:rsidRPr="009C54AE" w14:paraId="580276D5" w14:textId="77777777" w:rsidTr="003B228C">
        <w:tc>
          <w:tcPr>
            <w:tcW w:w="9520" w:type="dxa"/>
          </w:tcPr>
          <w:p w14:paraId="004E543E" w14:textId="6CACF6D5" w:rsidR="00E41743" w:rsidRPr="00E41743" w:rsidRDefault="004B6CEA" w:rsidP="00E912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wsparcia, grupy samopomocy.</w:t>
            </w:r>
          </w:p>
        </w:tc>
      </w:tr>
    </w:tbl>
    <w:p w14:paraId="41F7397A" w14:textId="77777777" w:rsidR="0085747A" w:rsidRPr="009C54AE" w:rsidRDefault="0085747A" w:rsidP="00E9124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4464C4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DED1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E7568" w14:textId="16AAEE43" w:rsidR="0085747A" w:rsidRPr="00E9124A" w:rsidRDefault="00E9124A" w:rsidP="00E9124A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00E9124A">
        <w:rPr>
          <w:rFonts w:ascii="Corbel" w:hAnsi="Corbel"/>
          <w:b w:val="0"/>
          <w:smallCaps w:val="0"/>
          <w:szCs w:val="24"/>
        </w:rPr>
        <w:t>Konwersatorium:</w:t>
      </w:r>
      <w:r>
        <w:rPr>
          <w:rFonts w:ascii="Corbel" w:hAnsi="Corbel"/>
          <w:b w:val="0"/>
          <w:i/>
          <w:iCs/>
          <w:smallCaps w:val="0"/>
          <w:szCs w:val="24"/>
        </w:rPr>
        <w:t xml:space="preserve"> w</w:t>
      </w:r>
      <w:r w:rsidR="004B6CEA" w:rsidRPr="00E9124A">
        <w:rPr>
          <w:rFonts w:ascii="Corbel" w:hAnsi="Corbel"/>
          <w:b w:val="0"/>
          <w:i/>
          <w:iCs/>
          <w:smallCaps w:val="0"/>
          <w:szCs w:val="24"/>
        </w:rPr>
        <w:t>ykład z prezentacją multimedialną, praca w</w:t>
      </w:r>
      <w:r w:rsidR="00947EBC" w:rsidRPr="00E9124A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r w:rsidR="004B6CEA" w:rsidRPr="00E9124A">
        <w:rPr>
          <w:rFonts w:ascii="Corbel" w:hAnsi="Corbel"/>
          <w:b w:val="0"/>
          <w:i/>
          <w:iCs/>
          <w:smallCaps w:val="0"/>
          <w:szCs w:val="24"/>
        </w:rPr>
        <w:t>grupach,</w:t>
      </w:r>
      <w:r w:rsidR="00947EBC" w:rsidRPr="00E9124A">
        <w:rPr>
          <w:rFonts w:ascii="Corbel" w:hAnsi="Corbel"/>
          <w:b w:val="0"/>
          <w:i/>
          <w:iCs/>
          <w:smallCaps w:val="0"/>
          <w:szCs w:val="24"/>
        </w:rPr>
        <w:t xml:space="preserve"> analiza tekstów z dyskusją.</w:t>
      </w:r>
    </w:p>
    <w:p w14:paraId="7E80495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89FA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A6E0C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D625D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777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173BD3C" w14:textId="77777777" w:rsidTr="00913FAA">
        <w:tc>
          <w:tcPr>
            <w:tcW w:w="1962" w:type="dxa"/>
            <w:vAlign w:val="center"/>
          </w:tcPr>
          <w:p w14:paraId="2544F4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15436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CDBF8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E398C6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CC87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407CC6E" w14:textId="77777777" w:rsidTr="00913FAA">
        <w:tc>
          <w:tcPr>
            <w:tcW w:w="1962" w:type="dxa"/>
          </w:tcPr>
          <w:p w14:paraId="75819607" w14:textId="7065DBD1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13FAA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7657B17" w14:textId="7C013284" w:rsidR="0085747A" w:rsidRPr="009C54AE" w:rsidRDefault="00E9124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</w:t>
            </w:r>
            <w:r w:rsidR="00913FAA">
              <w:rPr>
                <w:rFonts w:ascii="Corbel" w:hAnsi="Corbel"/>
                <w:b w:val="0"/>
                <w:szCs w:val="24"/>
              </w:rPr>
              <w:t>eferat/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="00913FAA">
              <w:rPr>
                <w:rFonts w:ascii="Corbel" w:hAnsi="Corbel"/>
                <w:b w:val="0"/>
                <w:szCs w:val="24"/>
              </w:rPr>
              <w:t>rezentacja</w:t>
            </w:r>
          </w:p>
        </w:tc>
        <w:tc>
          <w:tcPr>
            <w:tcW w:w="2117" w:type="dxa"/>
          </w:tcPr>
          <w:p w14:paraId="5B2FCE3C" w14:textId="68D23081" w:rsidR="0085747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E912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9124A" w:rsidRPr="009C54AE" w14:paraId="2B945E0D" w14:textId="77777777" w:rsidTr="00913FAA">
        <w:tc>
          <w:tcPr>
            <w:tcW w:w="1962" w:type="dxa"/>
          </w:tcPr>
          <w:p w14:paraId="700E325C" w14:textId="08A99DE2" w:rsidR="00E9124A" w:rsidRPr="009C54AE" w:rsidRDefault="00E9124A" w:rsidP="00E912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BAEF1C0" w14:textId="4891F660" w:rsidR="00E9124A" w:rsidRPr="009C54AE" w:rsidRDefault="00E9124A" w:rsidP="00E912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referat/prezentacja</w:t>
            </w:r>
          </w:p>
        </w:tc>
        <w:tc>
          <w:tcPr>
            <w:tcW w:w="2117" w:type="dxa"/>
          </w:tcPr>
          <w:p w14:paraId="317D362E" w14:textId="42E85DCB" w:rsidR="00E9124A" w:rsidRPr="009C54AE" w:rsidRDefault="00E9124A" w:rsidP="00E912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9124A" w:rsidRPr="009C54AE" w14:paraId="38EC66E9" w14:textId="77777777" w:rsidTr="00913FAA">
        <w:tc>
          <w:tcPr>
            <w:tcW w:w="1962" w:type="dxa"/>
          </w:tcPr>
          <w:p w14:paraId="649DDDA0" w14:textId="6164F5C2" w:rsidR="00E9124A" w:rsidRPr="009C54AE" w:rsidRDefault="00E9124A" w:rsidP="00E912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74C2F66" w14:textId="28258BFA" w:rsidR="00E9124A" w:rsidRPr="009C54AE" w:rsidRDefault="00E9124A" w:rsidP="00E912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referat/prezentacja</w:t>
            </w:r>
          </w:p>
        </w:tc>
        <w:tc>
          <w:tcPr>
            <w:tcW w:w="2117" w:type="dxa"/>
          </w:tcPr>
          <w:p w14:paraId="60C32196" w14:textId="5E987BFA" w:rsidR="00E9124A" w:rsidRPr="009C54AE" w:rsidRDefault="00E9124A" w:rsidP="00E912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9124A" w:rsidRPr="009C54AE" w14:paraId="060B15C0" w14:textId="77777777" w:rsidTr="00913FAA">
        <w:tc>
          <w:tcPr>
            <w:tcW w:w="1962" w:type="dxa"/>
          </w:tcPr>
          <w:p w14:paraId="1D42D134" w14:textId="7FBA5FFF" w:rsidR="00E9124A" w:rsidRPr="009C54AE" w:rsidRDefault="00E9124A" w:rsidP="00E912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6077A8" w14:textId="588475C7" w:rsidR="00E9124A" w:rsidRPr="009C54AE" w:rsidRDefault="00E9124A" w:rsidP="00E912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ADB319D" w14:textId="26D4A2B3" w:rsidR="00E9124A" w:rsidRPr="009C54AE" w:rsidRDefault="00E9124A" w:rsidP="00E912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E9124A" w:rsidRPr="009C54AE" w14:paraId="53A23D57" w14:textId="77777777" w:rsidTr="00913FAA">
        <w:tc>
          <w:tcPr>
            <w:tcW w:w="1962" w:type="dxa"/>
          </w:tcPr>
          <w:p w14:paraId="0B5175EA" w14:textId="5AE12C3A" w:rsidR="00E9124A" w:rsidRPr="009C54AE" w:rsidRDefault="00E9124A" w:rsidP="00E912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4F254568" w14:textId="44BEFAFC" w:rsidR="00E9124A" w:rsidRPr="009C54AE" w:rsidRDefault="00E9124A" w:rsidP="00E912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3E497D9" w14:textId="339F9611" w:rsidR="00E9124A" w:rsidRPr="009C54AE" w:rsidRDefault="00E9124A" w:rsidP="00E912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4A3A82B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639E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6D8BB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D1582D" w14:textId="77777777" w:rsidTr="00923D7D">
        <w:tc>
          <w:tcPr>
            <w:tcW w:w="9670" w:type="dxa"/>
          </w:tcPr>
          <w:p w14:paraId="51A6ECA5" w14:textId="368349C5" w:rsidR="0085747A" w:rsidRPr="009C54AE" w:rsidRDefault="00153625" w:rsidP="00E912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jest przygotowanie referatu/prezentacji na wybrany temat (90% końcowej oceny) i aktywność na zajęciach (10% końcowej oceny)</w:t>
            </w:r>
            <w:r w:rsidR="00CF20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9306E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92CA9" w14:textId="0C4CD0D6" w:rsidR="009F4610" w:rsidRPr="009C54AE" w:rsidRDefault="0085747A" w:rsidP="00E9124A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D321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35EB448" w14:textId="77777777" w:rsidTr="10B81D19">
        <w:tc>
          <w:tcPr>
            <w:tcW w:w="4962" w:type="dxa"/>
            <w:vAlign w:val="center"/>
          </w:tcPr>
          <w:p w14:paraId="00B102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AD60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BFBCF3" w14:textId="77777777" w:rsidTr="10B81D19">
        <w:tc>
          <w:tcPr>
            <w:tcW w:w="4962" w:type="dxa"/>
          </w:tcPr>
          <w:p w14:paraId="3336FB12" w14:textId="6EE73F4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4AB99E" w14:textId="19C69389" w:rsidR="0085747A" w:rsidRPr="009C54AE" w:rsidRDefault="00E909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057AD9C" w14:textId="77777777" w:rsidTr="10B81D19">
        <w:tc>
          <w:tcPr>
            <w:tcW w:w="4962" w:type="dxa"/>
          </w:tcPr>
          <w:p w14:paraId="66C090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79BF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BABFAA" w14:textId="16BB404A" w:rsidR="00C61DC5" w:rsidRPr="009C54AE" w:rsidRDefault="003E07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EA2FC55" w14:textId="77777777" w:rsidTr="10B81D19">
        <w:tc>
          <w:tcPr>
            <w:tcW w:w="4962" w:type="dxa"/>
          </w:tcPr>
          <w:p w14:paraId="0EABECC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4A73D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E0BC42" w14:textId="133F690F" w:rsidR="00C61DC5" w:rsidRPr="009C54AE" w:rsidRDefault="50447F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B81D19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0A25042" w14:textId="77777777" w:rsidTr="10B81D19">
        <w:tc>
          <w:tcPr>
            <w:tcW w:w="4962" w:type="dxa"/>
          </w:tcPr>
          <w:p w14:paraId="6DB6FFE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831AA8" w14:textId="0424E4F2" w:rsidR="0085747A" w:rsidRPr="009C54AE" w:rsidRDefault="0BEDC6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B81D1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003020E" w14:textId="77777777" w:rsidTr="10B81D19">
        <w:tc>
          <w:tcPr>
            <w:tcW w:w="4962" w:type="dxa"/>
          </w:tcPr>
          <w:p w14:paraId="4DEDDA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EEE63A" w14:textId="4E4ACE86" w:rsidR="0085747A" w:rsidRPr="009C54AE" w:rsidRDefault="3CDD6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B81D1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E72BB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99F8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D232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0CC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4604B" w:rsidRPr="009C54AE" w14:paraId="66B419F8" w14:textId="77777777" w:rsidTr="0071620A">
        <w:trPr>
          <w:trHeight w:val="397"/>
        </w:trPr>
        <w:tc>
          <w:tcPr>
            <w:tcW w:w="3544" w:type="dxa"/>
          </w:tcPr>
          <w:p w14:paraId="3C0D6A3F" w14:textId="77777777" w:rsidR="00B4604B" w:rsidRPr="009C54AE" w:rsidRDefault="00B4604B" w:rsidP="00B460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B1D7E3" w14:textId="339015E6" w:rsidR="00B4604B" w:rsidRPr="00B4604B" w:rsidRDefault="00B4604B" w:rsidP="00B460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B4604B">
              <w:rPr>
                <w:rFonts w:ascii="Corbel" w:hAnsi="Corbel"/>
                <w:b w:val="0"/>
                <w:sz w:val="22"/>
              </w:rPr>
              <w:t>Nie dotyczy</w:t>
            </w:r>
          </w:p>
        </w:tc>
      </w:tr>
      <w:tr w:rsidR="00B4604B" w:rsidRPr="009C54AE" w14:paraId="33B8A288" w14:textId="77777777" w:rsidTr="0071620A">
        <w:trPr>
          <w:trHeight w:val="397"/>
        </w:trPr>
        <w:tc>
          <w:tcPr>
            <w:tcW w:w="3544" w:type="dxa"/>
          </w:tcPr>
          <w:p w14:paraId="26553EA0" w14:textId="77777777" w:rsidR="00B4604B" w:rsidRPr="009C54AE" w:rsidRDefault="00B4604B" w:rsidP="00B460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503972" w14:textId="0689AEAA" w:rsidR="00B4604B" w:rsidRPr="00B4604B" w:rsidRDefault="00B4604B" w:rsidP="00B460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B4604B">
              <w:rPr>
                <w:rFonts w:ascii="Corbel" w:hAnsi="Corbel"/>
                <w:b w:val="0"/>
                <w:sz w:val="22"/>
              </w:rPr>
              <w:t>Nie dotyczy</w:t>
            </w:r>
          </w:p>
        </w:tc>
      </w:tr>
    </w:tbl>
    <w:p w14:paraId="4D40064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3CFD6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D3043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BE9BE54" w14:textId="77777777" w:rsidTr="0071620A">
        <w:trPr>
          <w:trHeight w:val="397"/>
        </w:trPr>
        <w:tc>
          <w:tcPr>
            <w:tcW w:w="7513" w:type="dxa"/>
          </w:tcPr>
          <w:p w14:paraId="6C0C29AB" w14:textId="66872AB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1438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A7E37FE" w14:textId="77777777" w:rsidR="00014380" w:rsidRPr="00014380" w:rsidRDefault="00014380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525AFAB" w14:textId="77777777" w:rsidR="007D52DA" w:rsidRDefault="007D52DA" w:rsidP="007D52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aczała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D.,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łeszczyński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J.J.,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aorska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(2009).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Osoba z niepełnosprawnością – opieka, terapia, wsparcie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1901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Uniwersytetu Mikołaja Kopernika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1D10D8F" w14:textId="77777777" w:rsidR="007D52DA" w:rsidRDefault="007D52DA" w:rsidP="007D52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Gąciarz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Rudnicki S.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Polscy niepełnosprawni. Od kompleksowej diagnozy do nowego modelu polityki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AGH.</w:t>
            </w:r>
          </w:p>
          <w:p w14:paraId="7C020A00" w14:textId="77777777" w:rsidR="007D52DA" w:rsidRDefault="007D52DA" w:rsidP="007D52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Kawczyńska-Butrym Z. (1998).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– specyfika pomocy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Katowice: Śląsk.</w:t>
            </w:r>
          </w:p>
          <w:p w14:paraId="7546A74B" w14:textId="77777777" w:rsidR="007D52DA" w:rsidRPr="003B228C" w:rsidRDefault="007D52DA" w:rsidP="007D52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Kijak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278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intelektualna. Między diagnozą a działaniem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Centrum Rozwoju Zasobów Ludzkich.</w:t>
            </w:r>
          </w:p>
          <w:p w14:paraId="328CEDD8" w14:textId="77777777" w:rsidR="007D52DA" w:rsidRPr="009C54AE" w:rsidRDefault="007D52DA" w:rsidP="007D52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eissner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ozińska J. (2006).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i organizacje wspierające dziecko i rodzinę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7D5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Gruca-Miąsik (red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Pomoc, opieka, wsparcie dziecka i rodziny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Wydawnictwo Uniwersytetu Rzeszowskiego. </w:t>
            </w:r>
          </w:p>
          <w:p w14:paraId="638D4C36" w14:textId="77777777" w:rsidR="007D52DA" w:rsidRDefault="007D52DA" w:rsidP="007D52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Podgórska-Jachnik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z osobami z niepełnosprawnością i ich rodzinami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Centrum Rozwoju Zasobów Ludzkich.</w:t>
            </w:r>
          </w:p>
          <w:p w14:paraId="4C553547" w14:textId="3EB19E2A" w:rsidR="00EC3A48" w:rsidRPr="009C54AE" w:rsidRDefault="007D52DA" w:rsidP="007D52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(2006).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dzieciom i młodzieży niepełnosprawnym intelektualnie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Uniwersytetu Rzeszowskiego.</w:t>
            </w:r>
          </w:p>
        </w:tc>
      </w:tr>
      <w:tr w:rsidR="0085747A" w:rsidRPr="009C54AE" w14:paraId="5DDD2CA8" w14:textId="77777777" w:rsidTr="0071620A">
        <w:trPr>
          <w:trHeight w:val="397"/>
        </w:trPr>
        <w:tc>
          <w:tcPr>
            <w:tcW w:w="7513" w:type="dxa"/>
          </w:tcPr>
          <w:p w14:paraId="41DCC72B" w14:textId="07370E1A" w:rsidR="00075B2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1438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624B477" w14:textId="77777777" w:rsidR="00014380" w:rsidRPr="00014380" w:rsidRDefault="00014380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A70EEB0" w14:textId="77777777" w:rsidR="007C279D" w:rsidRDefault="007C279D" w:rsidP="007D52DA">
            <w:pPr>
              <w:pStyle w:val="Punktygwne"/>
              <w:spacing w:before="0" w:after="0"/>
              <w:jc w:val="both"/>
            </w:pPr>
            <w:r w:rsidRPr="00075B24">
              <w:rPr>
                <w:rFonts w:ascii="Corbel" w:hAnsi="Corbel"/>
                <w:b w:val="0"/>
                <w:smallCaps w:val="0"/>
                <w:szCs w:val="24"/>
              </w:rPr>
              <w:t>Frysztacki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76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Socjologia problemów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Scholar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t xml:space="preserve"> </w:t>
            </w:r>
          </w:p>
          <w:p w14:paraId="4981B22D" w14:textId="77777777" w:rsidR="007C279D" w:rsidRDefault="007C279D" w:rsidP="007D52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B24">
              <w:rPr>
                <w:rFonts w:ascii="Corbel" w:hAnsi="Corbel"/>
                <w:b w:val="0"/>
                <w:smallCaps w:val="0"/>
                <w:szCs w:val="24"/>
              </w:rPr>
              <w:t>Kurzynowski A.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D52DA">
              <w:rPr>
                <w:rFonts w:ascii="Corbel" w:hAnsi="Corbel"/>
                <w:b w:val="0"/>
                <w:smallCaps w:val="0"/>
                <w:szCs w:val="24"/>
              </w:rPr>
              <w:t>SGH - Oficyna Wydawnicza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9D32D4" w14:textId="77777777" w:rsidR="007C279D" w:rsidRPr="00B4604B" w:rsidRDefault="007C279D" w:rsidP="007D52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Ustawa </w:t>
            </w:r>
            <w:r w:rsidRPr="007C279D">
              <w:rPr>
                <w:rFonts w:ascii="Corbel" w:hAnsi="Corbel"/>
                <w:b w:val="0"/>
                <w:smallCaps w:val="0"/>
                <w:szCs w:val="24"/>
              </w:rPr>
              <w:t>z dnia 27 sierpnia 1997 r.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 rehabilitacji zawodowej i społecznej oraz zatrudnieniu osób niepełnosprawnych (</w:t>
            </w:r>
            <w:r w:rsidRPr="007C279D">
              <w:rPr>
                <w:rFonts w:ascii="Corbel" w:hAnsi="Corbel"/>
                <w:b w:val="0"/>
                <w:smallCaps w:val="0"/>
                <w:szCs w:val="24"/>
              </w:rPr>
              <w:t>Dz. U. 1997 Nr 123 poz. 776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51379F0A" w14:textId="1CB3B7A0" w:rsidR="00075B24" w:rsidRPr="00B4604B" w:rsidRDefault="007C279D" w:rsidP="007D52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B24">
              <w:rPr>
                <w:rFonts w:ascii="Corbel" w:hAnsi="Corbel"/>
                <w:b w:val="0"/>
                <w:smallCaps w:val="0"/>
                <w:szCs w:val="24"/>
              </w:rPr>
              <w:t>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narowska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(2013).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76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zdrowotna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82762">
              <w:rPr>
                <w:rFonts w:ascii="Arial" w:hAnsi="Arial" w:cs="Arial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682762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90703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5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DBFD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4604B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6DB43" w14:textId="77777777" w:rsidR="00831A86" w:rsidRDefault="00831A86" w:rsidP="00C16ABF">
      <w:pPr>
        <w:spacing w:after="0" w:line="240" w:lineRule="auto"/>
      </w:pPr>
      <w:r>
        <w:separator/>
      </w:r>
    </w:p>
  </w:endnote>
  <w:endnote w:type="continuationSeparator" w:id="0">
    <w:p w14:paraId="07F4D7A0" w14:textId="77777777" w:rsidR="00831A86" w:rsidRDefault="00831A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80EB4" w14:textId="77777777" w:rsidR="00831A86" w:rsidRDefault="00831A86" w:rsidP="00C16ABF">
      <w:pPr>
        <w:spacing w:after="0" w:line="240" w:lineRule="auto"/>
      </w:pPr>
      <w:r>
        <w:separator/>
      </w:r>
    </w:p>
  </w:footnote>
  <w:footnote w:type="continuationSeparator" w:id="0">
    <w:p w14:paraId="574C523E" w14:textId="77777777" w:rsidR="00831A86" w:rsidRDefault="00831A86" w:rsidP="00C16ABF">
      <w:pPr>
        <w:spacing w:after="0" w:line="240" w:lineRule="auto"/>
      </w:pPr>
      <w:r>
        <w:continuationSeparator/>
      </w:r>
    </w:p>
  </w:footnote>
  <w:footnote w:id="1">
    <w:p w14:paraId="4F6002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652562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380"/>
    <w:rsid w:val="00015B8F"/>
    <w:rsid w:val="00022ECE"/>
    <w:rsid w:val="00042A51"/>
    <w:rsid w:val="00042D2E"/>
    <w:rsid w:val="00044C82"/>
    <w:rsid w:val="000574C9"/>
    <w:rsid w:val="00070ED6"/>
    <w:rsid w:val="000742DC"/>
    <w:rsid w:val="00075B24"/>
    <w:rsid w:val="0008330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9E8"/>
    <w:rsid w:val="000F1C57"/>
    <w:rsid w:val="000F5615"/>
    <w:rsid w:val="00124BFF"/>
    <w:rsid w:val="0012560E"/>
    <w:rsid w:val="00127108"/>
    <w:rsid w:val="00134B13"/>
    <w:rsid w:val="00146BC0"/>
    <w:rsid w:val="00153625"/>
    <w:rsid w:val="00153C41"/>
    <w:rsid w:val="00154381"/>
    <w:rsid w:val="001640A7"/>
    <w:rsid w:val="00164FA7"/>
    <w:rsid w:val="00166A03"/>
    <w:rsid w:val="001718A7"/>
    <w:rsid w:val="001737CF"/>
    <w:rsid w:val="00176083"/>
    <w:rsid w:val="0019010A"/>
    <w:rsid w:val="00190551"/>
    <w:rsid w:val="00192F37"/>
    <w:rsid w:val="001A70D2"/>
    <w:rsid w:val="001D1DF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8AD"/>
    <w:rsid w:val="002B4D55"/>
    <w:rsid w:val="002B5EA0"/>
    <w:rsid w:val="002B6119"/>
    <w:rsid w:val="002C1F06"/>
    <w:rsid w:val="002D3375"/>
    <w:rsid w:val="002D73D4"/>
    <w:rsid w:val="002E6BBB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620"/>
    <w:rsid w:val="00380C24"/>
    <w:rsid w:val="003A0A5B"/>
    <w:rsid w:val="003A1176"/>
    <w:rsid w:val="003A13A5"/>
    <w:rsid w:val="003B228C"/>
    <w:rsid w:val="003C0BAE"/>
    <w:rsid w:val="003D18A9"/>
    <w:rsid w:val="003D6CE2"/>
    <w:rsid w:val="003E07B9"/>
    <w:rsid w:val="003E1941"/>
    <w:rsid w:val="003E2FE6"/>
    <w:rsid w:val="003E49D5"/>
    <w:rsid w:val="003F205D"/>
    <w:rsid w:val="003F38C0"/>
    <w:rsid w:val="003F4799"/>
    <w:rsid w:val="00414E3C"/>
    <w:rsid w:val="0042244A"/>
    <w:rsid w:val="0042745A"/>
    <w:rsid w:val="00431D5C"/>
    <w:rsid w:val="004362C6"/>
    <w:rsid w:val="00437FA2"/>
    <w:rsid w:val="00441008"/>
    <w:rsid w:val="00445970"/>
    <w:rsid w:val="00461EFC"/>
    <w:rsid w:val="004652C2"/>
    <w:rsid w:val="004706D1"/>
    <w:rsid w:val="00471326"/>
    <w:rsid w:val="004755B5"/>
    <w:rsid w:val="0047598D"/>
    <w:rsid w:val="004840FD"/>
    <w:rsid w:val="00490F7D"/>
    <w:rsid w:val="00491678"/>
    <w:rsid w:val="00493564"/>
    <w:rsid w:val="004968E2"/>
    <w:rsid w:val="004A3EEA"/>
    <w:rsid w:val="004A4D1F"/>
    <w:rsid w:val="004B6CEA"/>
    <w:rsid w:val="004D5282"/>
    <w:rsid w:val="004F1551"/>
    <w:rsid w:val="004F55A3"/>
    <w:rsid w:val="0050496F"/>
    <w:rsid w:val="00513B6F"/>
    <w:rsid w:val="00517C63"/>
    <w:rsid w:val="005232FE"/>
    <w:rsid w:val="0052363C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762"/>
    <w:rsid w:val="0069278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C6F"/>
    <w:rsid w:val="0078168C"/>
    <w:rsid w:val="00787C2A"/>
    <w:rsid w:val="00790E27"/>
    <w:rsid w:val="007A4022"/>
    <w:rsid w:val="007A6E6E"/>
    <w:rsid w:val="007B0F46"/>
    <w:rsid w:val="007C279D"/>
    <w:rsid w:val="007C3299"/>
    <w:rsid w:val="007C3BCC"/>
    <w:rsid w:val="007C4546"/>
    <w:rsid w:val="007D52DA"/>
    <w:rsid w:val="007D6E56"/>
    <w:rsid w:val="007F4155"/>
    <w:rsid w:val="0081554D"/>
    <w:rsid w:val="0081707E"/>
    <w:rsid w:val="00831A86"/>
    <w:rsid w:val="008449B3"/>
    <w:rsid w:val="008552A2"/>
    <w:rsid w:val="0085747A"/>
    <w:rsid w:val="00884922"/>
    <w:rsid w:val="00885F64"/>
    <w:rsid w:val="008917F9"/>
    <w:rsid w:val="008A2BC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FAA"/>
    <w:rsid w:val="00916188"/>
    <w:rsid w:val="00923D7D"/>
    <w:rsid w:val="00947EB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5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62"/>
    <w:rsid w:val="00A60799"/>
    <w:rsid w:val="00A847A0"/>
    <w:rsid w:val="00A84C85"/>
    <w:rsid w:val="00A97DE1"/>
    <w:rsid w:val="00AB053C"/>
    <w:rsid w:val="00AB627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04B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49FF"/>
    <w:rsid w:val="00BD66E9"/>
    <w:rsid w:val="00BD6FF4"/>
    <w:rsid w:val="00BE782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0F2"/>
    <w:rsid w:val="00CF25BE"/>
    <w:rsid w:val="00CF78ED"/>
    <w:rsid w:val="00D02B25"/>
    <w:rsid w:val="00D02EBA"/>
    <w:rsid w:val="00D05B0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5F9"/>
    <w:rsid w:val="00DF71C8"/>
    <w:rsid w:val="00E129B8"/>
    <w:rsid w:val="00E21E7D"/>
    <w:rsid w:val="00E22FBC"/>
    <w:rsid w:val="00E24BF5"/>
    <w:rsid w:val="00E25338"/>
    <w:rsid w:val="00E41743"/>
    <w:rsid w:val="00E51E44"/>
    <w:rsid w:val="00E63348"/>
    <w:rsid w:val="00E742AA"/>
    <w:rsid w:val="00E77E88"/>
    <w:rsid w:val="00E8107D"/>
    <w:rsid w:val="00E90952"/>
    <w:rsid w:val="00E9124A"/>
    <w:rsid w:val="00E960BB"/>
    <w:rsid w:val="00EA2074"/>
    <w:rsid w:val="00EA4832"/>
    <w:rsid w:val="00EA4E9D"/>
    <w:rsid w:val="00EC3A48"/>
    <w:rsid w:val="00EC4899"/>
    <w:rsid w:val="00ED03AB"/>
    <w:rsid w:val="00ED32D2"/>
    <w:rsid w:val="00EE32DE"/>
    <w:rsid w:val="00EE5457"/>
    <w:rsid w:val="00F00050"/>
    <w:rsid w:val="00F070AB"/>
    <w:rsid w:val="00F17567"/>
    <w:rsid w:val="00F27A7B"/>
    <w:rsid w:val="00F5115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EDC6A8"/>
    <w:rsid w:val="10B81D19"/>
    <w:rsid w:val="3CDD66AC"/>
    <w:rsid w:val="50447F79"/>
    <w:rsid w:val="56CA3BED"/>
    <w:rsid w:val="6777324E"/>
    <w:rsid w:val="70B3D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2165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09988A-C2B1-485C-A163-456CB2C1B0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0A95EF-3306-4EAD-9A17-D06E661C3B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7908FE-84C8-4CCB-81A2-667DCEACB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F1A4CE-E31B-494C-BE6F-E43174A975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1064</Words>
  <Characters>6385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12</cp:revision>
  <cp:lastPrinted>2019-02-06T12:12:00Z</cp:lastPrinted>
  <dcterms:created xsi:type="dcterms:W3CDTF">2020-10-30T07:35:00Z</dcterms:created>
  <dcterms:modified xsi:type="dcterms:W3CDTF">2023-07-12T06:41:00Z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